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4F0E84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43198F">
        <w:rPr>
          <w:rFonts w:ascii="Arial Narrow" w:hAnsi="Arial Narrow"/>
          <w:noProof/>
          <w:sz w:val="22"/>
          <w:lang w:val="de-DE"/>
        </w:rPr>
        <w:t>09.10.2012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Kaufmann, Corinna Stockburger, Sandra Wolf, Anna Kyc, Dionys Müller</w:t>
      </w:r>
    </w:p>
    <w:p w:rsidR="008D2BDB" w:rsidRPr="009757B0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ZBV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David Schröpfer, Florian Fischer, Janine Woytera, Sarah Häfele, Maritta Kämmerer, </w:t>
      </w:r>
      <w:r w:rsidR="0043198F">
        <w:rPr>
          <w:rFonts w:ascii="Arial Narrow" w:hAnsi="Arial Narrow"/>
          <w:sz w:val="22"/>
          <w:lang w:val="de-DE"/>
        </w:rPr>
        <w:t>(</w:t>
      </w:r>
      <w:r>
        <w:rPr>
          <w:rFonts w:ascii="Arial Narrow" w:hAnsi="Arial Narrow"/>
          <w:sz w:val="22"/>
          <w:lang w:val="de-DE"/>
        </w:rPr>
        <w:t>Immanuel Balke</w:t>
      </w:r>
      <w:r w:rsidR="0043198F">
        <w:rPr>
          <w:rFonts w:ascii="Arial Narrow" w:hAnsi="Arial Narrow"/>
          <w:sz w:val="22"/>
          <w:lang w:val="de-DE"/>
        </w:rPr>
        <w:t>)</w:t>
      </w:r>
      <w:bookmarkStart w:id="0" w:name="_GoBack"/>
      <w:bookmarkEnd w:id="0"/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F0E84">
        <w:rPr>
          <w:rFonts w:ascii="Arial Narrow" w:hAnsi="Arial Narrow"/>
          <w:sz w:val="22"/>
          <w:lang w:val="de-DE"/>
        </w:rPr>
        <w:t>Matthias Kaufmann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8D2BDB">
        <w:rPr>
          <w:rFonts w:ascii="Arial Narrow" w:hAnsi="Arial Narrow"/>
          <w:sz w:val="22"/>
          <w:lang w:val="de-DE"/>
        </w:rPr>
        <w:t>Matthias Kaufmann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4F0E84">
        <w:rPr>
          <w:rFonts w:ascii="Arial Narrow" w:hAnsi="Arial Narrow"/>
          <w:b/>
          <w:sz w:val="22"/>
          <w:lang w:val="de-DE"/>
        </w:rPr>
        <w:t>11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4F0E84">
        <w:rPr>
          <w:rFonts w:ascii="Arial Narrow" w:hAnsi="Arial Narrow"/>
          <w:sz w:val="22"/>
          <w:lang w:val="de-DE"/>
        </w:rPr>
        <w:t>Michael Schindele,</w:t>
      </w:r>
      <w:r w:rsidR="004F0E84" w:rsidRPr="004F0E84">
        <w:rPr>
          <w:rFonts w:ascii="Arial Narrow" w:hAnsi="Arial Narrow"/>
          <w:sz w:val="22"/>
          <w:lang w:val="de-DE"/>
        </w:rPr>
        <w:t xml:space="preserve"> </w:t>
      </w:r>
      <w:r w:rsidR="004F0E84">
        <w:rPr>
          <w:rFonts w:ascii="Arial Narrow" w:hAnsi="Arial Narrow"/>
          <w:sz w:val="22"/>
          <w:lang w:val="de-DE"/>
        </w:rPr>
        <w:t>Benedikt Recktenwald (beide wg. Krankheit)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Default="004F0E84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Wahlen/Abstimmungen/Zuständigkeiten</w:t>
      </w:r>
    </w:p>
    <w:p w:rsidR="004F0E84" w:rsidRDefault="004F0E84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 w:rsidRPr="004F0E84">
        <w:rPr>
          <w:rFonts w:ascii="Arial Narrow" w:hAnsi="Arial Narrow"/>
          <w:sz w:val="22"/>
          <w:lang w:val="de-DE"/>
        </w:rPr>
        <w:t>Stimmrecht für ZBVs</w:t>
      </w:r>
      <w:r w:rsidRPr="004F0E84">
        <w:rPr>
          <w:rFonts w:ascii="Arial Narrow" w:hAnsi="Arial Narrow"/>
          <w:sz w:val="22"/>
          <w:lang w:val="de-DE"/>
        </w:rPr>
        <w:tab/>
        <w:t>&gt; einstimmig angenommen</w:t>
      </w:r>
    </w:p>
    <w:p w:rsidR="004F0E84" w:rsidRDefault="004F0E84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AStA-Vorsitz</w:t>
      </w:r>
      <w:r>
        <w:rPr>
          <w:rFonts w:ascii="Arial Narrow" w:hAnsi="Arial Narrow"/>
          <w:sz w:val="22"/>
          <w:lang w:val="de-DE"/>
        </w:rPr>
        <w:tab/>
        <w:t>&gt; Matthias Kaufmann</w:t>
      </w:r>
    </w:p>
    <w:p w:rsidR="004F0E84" w:rsidRDefault="004F0E84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Kassenwart</w:t>
      </w:r>
      <w:r>
        <w:rPr>
          <w:rFonts w:ascii="Arial Narrow" w:hAnsi="Arial Narrow"/>
          <w:sz w:val="22"/>
          <w:lang w:val="de-DE"/>
        </w:rPr>
        <w:tab/>
        <w:t>&gt; David Schröpfer</w:t>
      </w:r>
      <w:r w:rsidR="006D3E4C">
        <w:rPr>
          <w:rFonts w:ascii="Arial Narrow" w:hAnsi="Arial Narrow"/>
          <w:sz w:val="22"/>
          <w:lang w:val="de-DE"/>
        </w:rPr>
        <w:t xml:space="preserve"> (evtl mit Corinna zusammen)</w:t>
      </w:r>
    </w:p>
    <w:p w:rsidR="004F0E84" w:rsidRDefault="004F0E84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Verantwortlicher Öffentlichkeitsarbeit</w:t>
      </w:r>
      <w:r>
        <w:rPr>
          <w:rFonts w:ascii="Arial Narrow" w:hAnsi="Arial Narrow"/>
          <w:sz w:val="22"/>
          <w:lang w:val="de-DE"/>
        </w:rPr>
        <w:tab/>
        <w:t>&gt;Anni fragt Micha ob er es macht</w:t>
      </w:r>
    </w:p>
    <w:p w:rsidR="004F0E84" w:rsidRDefault="004F0E84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Organisation Referate</w:t>
      </w:r>
      <w:r>
        <w:rPr>
          <w:rFonts w:ascii="Arial Narrow" w:hAnsi="Arial Narrow"/>
          <w:sz w:val="22"/>
          <w:lang w:val="de-DE"/>
        </w:rPr>
        <w:tab/>
        <w:t>&gt;Janine Woytera (Wenn es zuviel wird kann gesplittet werden in Sport- und sonstige) Janine macht mit Sabine einen Termin aus zum Details besprechen und klärt mit Sarah die Aktualisierung der Homepage</w:t>
      </w:r>
    </w:p>
    <w:p w:rsidR="004F0E84" w:rsidRDefault="004F0E84" w:rsidP="009757B0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QM-Board</w:t>
      </w:r>
      <w:r>
        <w:rPr>
          <w:rFonts w:ascii="Arial Narrow" w:hAnsi="Arial Narrow"/>
          <w:sz w:val="22"/>
          <w:lang w:val="de-DE"/>
        </w:rPr>
        <w:tab/>
        <w:t>&gt;Matthias Kaufmann</w:t>
      </w:r>
    </w:p>
    <w:p w:rsidR="00862E4F" w:rsidRDefault="00862E4F" w:rsidP="00862E4F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Erstiparty</w:t>
      </w:r>
    </w:p>
    <w:p w:rsidR="00862E4F" w:rsidRDefault="00862E4F" w:rsidP="00862E4F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</w:t>
      </w:r>
    </w:p>
    <w:p w:rsidR="00862E4F" w:rsidRDefault="00862E4F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Janine tippt die Helferliste ab, Matze macht die Mail mit Infos fertig</w:t>
      </w:r>
    </w:p>
    <w:p w:rsidR="00862E4F" w:rsidRDefault="00862E4F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Eingang für Helfer bis 22Uhr hinten bei alter Cafete, da sollte jemand stehen mit der Helferliste (Springer). Nur die Helfer ohne Anhang kommen da rein.</w:t>
      </w:r>
    </w:p>
    <w:p w:rsidR="00862E4F" w:rsidRDefault="00862E4F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Helfer kommen 15min vor Schichtbeginn ins Büro, werden zum Einsatzort geführt und bekommen eine Einweisung</w:t>
      </w:r>
      <w:r w:rsidR="00216CD8">
        <w:rPr>
          <w:rFonts w:ascii="Arial Narrow" w:hAnsi="Arial Narrow"/>
          <w:sz w:val="22"/>
          <w:lang w:val="de-DE"/>
        </w:rPr>
        <w:t xml:space="preserve"> (Hinweise siehe großes Whiteboard)</w:t>
      </w:r>
    </w:p>
    <w:p w:rsidR="00216CD8" w:rsidRDefault="00216CD8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Drauf achten dass Helfer nicht zu alkoholisiert sind (Springer auch gelegentlich an Bars gucken)</w:t>
      </w:r>
    </w:p>
    <w:p w:rsidR="00862E4F" w:rsidRDefault="00862E4F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 der Schicht warten sie auf die Ablösung und bekommen dann 3 Wertmarken</w:t>
      </w:r>
    </w:p>
    <w:p w:rsidR="00862E4F" w:rsidRDefault="00862E4F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Abbauhelfer bekommen 16€ (10€+6€ weil keine Wertmarken)</w:t>
      </w:r>
    </w:p>
    <w:p w:rsidR="00862E4F" w:rsidRDefault="00862E4F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Wertmarken gelten auch beim Stand der alten Färbe für Essen, muss später mit denen abgerechnet werden</w:t>
      </w:r>
    </w:p>
    <w:p w:rsidR="00216CD8" w:rsidRDefault="00216CD8" w:rsidP="00216CD8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Security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David hat extra Security für die Garderobe bestellt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Müssen ca. 19:30 eingewiesen werden</w:t>
      </w:r>
    </w:p>
    <w:p w:rsidR="00216CD8" w:rsidRDefault="00216CD8" w:rsidP="00216CD8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DRK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Kommen mit 2 Leuten, Stützpunkt ist das AStA-Büro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Verpflegung wird uns berechnet, deshalb keine Wertmarken</w:t>
      </w:r>
    </w:p>
    <w:p w:rsidR="00862E4F" w:rsidRDefault="00862E4F" w:rsidP="00862E4F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Aufbau</w:t>
      </w:r>
    </w:p>
    <w:p w:rsidR="00216CD8" w:rsidRDefault="00216CD8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Treffpunkt 14:30Uhr AStA-Büro</w:t>
      </w:r>
      <w:r w:rsidR="005E057C">
        <w:rPr>
          <w:rFonts w:ascii="Arial Narrow" w:hAnsi="Arial Narrow"/>
          <w:sz w:val="22"/>
          <w:lang w:val="de-DE"/>
        </w:rPr>
        <w:t xml:space="preserve"> für alle!</w:t>
      </w:r>
    </w:p>
    <w:p w:rsidR="005E057C" w:rsidRDefault="005E057C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Kiste mit Schlüsseln (21er, Keller, Dekokeller, Aufzug) im Büro wird von Matze gerichtet, Anni macht eine Liste wo man eintragen kann wer welchen hat</w:t>
      </w:r>
    </w:p>
    <w:p w:rsidR="00862E4F" w:rsidRDefault="00862E4F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Wertmarken für Helfer und Security im Dekokeller suchen</w:t>
      </w:r>
    </w:p>
    <w:p w:rsidR="00216CD8" w:rsidRDefault="00216CD8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Baugitter Innenhof</w:t>
      </w:r>
    </w:p>
    <w:p w:rsidR="00216CD8" w:rsidRDefault="00216CD8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Polizeigitter Garderobe und Eingang nach Plan</w:t>
      </w:r>
    </w:p>
    <w:p w:rsidR="00216CD8" w:rsidRDefault="00216CD8" w:rsidP="00862E4F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Tische an Garderobe (nicht wieder mit Rollen)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Garderobenständer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Baugitter hinter Garderobe</w:t>
      </w:r>
    </w:p>
    <w:p w:rsidR="00216CD8" w:rsidRDefault="005E057C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Kassenbereich</w:t>
      </w:r>
    </w:p>
    <w:p w:rsidR="005E057C" w:rsidRPr="005E057C" w:rsidRDefault="005E057C" w:rsidP="005E057C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Mitarbeiterklos aufmachen</w:t>
      </w:r>
    </w:p>
    <w:p w:rsidR="00216CD8" w:rsidRDefault="00216CD8" w:rsidP="00216C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Schichteinteilung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19:30 – 21:30</w:t>
      </w:r>
      <w:r>
        <w:rPr>
          <w:rFonts w:ascii="Arial Narrow" w:hAnsi="Arial Narrow"/>
          <w:sz w:val="22"/>
          <w:lang w:val="de-DE"/>
        </w:rPr>
        <w:tab/>
        <w:t>Janine+Corinna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21:30 – 23:30</w:t>
      </w:r>
      <w:r>
        <w:rPr>
          <w:rFonts w:ascii="Arial Narrow" w:hAnsi="Arial Narrow"/>
          <w:sz w:val="22"/>
          <w:lang w:val="de-DE"/>
        </w:rPr>
        <w:tab/>
        <w:t>Sandra+Flo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23:30 – 01:30</w:t>
      </w:r>
      <w:r>
        <w:rPr>
          <w:rFonts w:ascii="Arial Narrow" w:hAnsi="Arial Narrow"/>
          <w:sz w:val="22"/>
          <w:lang w:val="de-DE"/>
        </w:rPr>
        <w:tab/>
        <w:t>Anni+Dio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Springer: Matze, Marie, Sarah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David+Beni machen Technik und Kassen</w:t>
      </w:r>
    </w:p>
    <w:p w:rsidR="005E057C" w:rsidRDefault="005E057C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Abbau alle!</w:t>
      </w:r>
    </w:p>
    <w:p w:rsidR="00216CD8" w:rsidRDefault="00216CD8" w:rsidP="00216CD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Einlass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Gerät zur F-Card-Kontrolle funktioniert noch nicht, Securitys werden angewiesen, nach eigener Einschätzung Ausweiskontrollen durchzuführen</w:t>
      </w:r>
    </w:p>
    <w:p w:rsidR="00216CD8" w:rsidRDefault="00216CD8" w:rsidP="00216CD8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Wenn Gäste ohne F-Card kommen wird die Karte vom „Mitbringer“ einbehalten und die Namen auf einer Liste notiert (</w:t>
      </w:r>
      <w:r w:rsidRPr="00216CD8">
        <w:rPr>
          <w:rFonts w:ascii="Arial Narrow" w:hAnsi="Arial Narrow"/>
          <w:sz w:val="22"/>
          <w:lang w:val="de-DE"/>
        </w:rPr>
        <w:t>Liste</w:t>
      </w:r>
      <w:r>
        <w:rPr>
          <w:rFonts w:ascii="Arial Narrow" w:hAnsi="Arial Narrow"/>
          <w:sz w:val="22"/>
          <w:lang w:val="de-DE"/>
        </w:rPr>
        <w:t xml:space="preserve"> und Hinweiszettel</w:t>
      </w:r>
      <w:r w:rsidRPr="00216CD8">
        <w:rPr>
          <w:rFonts w:ascii="Arial Narrow" w:hAnsi="Arial Narrow"/>
          <w:sz w:val="22"/>
          <w:lang w:val="de-DE"/>
        </w:rPr>
        <w:t xml:space="preserve"> druckt Ann</w:t>
      </w:r>
      <w:r>
        <w:rPr>
          <w:rFonts w:ascii="Arial Narrow" w:hAnsi="Arial Narrow"/>
          <w:sz w:val="22"/>
          <w:lang w:val="de-DE"/>
        </w:rPr>
        <w:t>i)</w:t>
      </w:r>
    </w:p>
    <w:p w:rsidR="00216CD8" w:rsidRDefault="005E057C" w:rsidP="005E057C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1763EE" w:rsidRPr="006E0560" w:rsidRDefault="005E057C" w:rsidP="006E056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DJ alte Cafete macht Jan Kille, Equipment ist mit David abgeklärt</w:t>
      </w:r>
    </w:p>
    <w:sectPr w:rsidR="001763EE" w:rsidRPr="006E056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E84" w:rsidRDefault="004F0E84">
      <w:pPr>
        <w:spacing w:line="20" w:lineRule="exact"/>
      </w:pPr>
    </w:p>
  </w:endnote>
  <w:endnote w:type="continuationSeparator" w:id="0">
    <w:p w:rsidR="004F0E84" w:rsidRDefault="004F0E8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4F0E84" w:rsidRDefault="004F0E84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E84" w:rsidRDefault="004F0E84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4F0E84" w:rsidRDefault="004F0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 w:rsidR="008D2BDB"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3198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84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763EE"/>
    <w:rsid w:val="001C7E80"/>
    <w:rsid w:val="001D3317"/>
    <w:rsid w:val="001F5D4C"/>
    <w:rsid w:val="00203683"/>
    <w:rsid w:val="00211E26"/>
    <w:rsid w:val="00216CD8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198F"/>
    <w:rsid w:val="004359A0"/>
    <w:rsid w:val="00441B0C"/>
    <w:rsid w:val="00487AF4"/>
    <w:rsid w:val="004D1F62"/>
    <w:rsid w:val="004F0E84"/>
    <w:rsid w:val="00501683"/>
    <w:rsid w:val="00501BD9"/>
    <w:rsid w:val="00543129"/>
    <w:rsid w:val="005B1C22"/>
    <w:rsid w:val="005E057C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D3E4C"/>
    <w:rsid w:val="006E0560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62E4F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2-13\02%20-%20Sitzungen\02-01%20-%20AStA\Protokoll_WS2012-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Protokoll_WS2012-13_Vorlage.dotx</Template>
  <TotalTime>0</TotalTime>
  <Pages>3</Pages>
  <Words>412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</dc:creator>
  <cp:lastModifiedBy>Matthias</cp:lastModifiedBy>
  <cp:revision>5</cp:revision>
  <cp:lastPrinted>2006-04-05T07:40:00Z</cp:lastPrinted>
  <dcterms:created xsi:type="dcterms:W3CDTF">2012-10-09T17:59:00Z</dcterms:created>
  <dcterms:modified xsi:type="dcterms:W3CDTF">2012-10-09T19:40:00Z</dcterms:modified>
</cp:coreProperties>
</file>